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7D8D"/>
    <w:multiLevelType w:val="hybridMultilevel"/>
    <w:tmpl w:val="2AFA1B3E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8C761C"/>
    <w:multiLevelType w:val="hybridMultilevel"/>
    <w:tmpl w:val="CA221E5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497F29"/>
    <w:multiLevelType w:val="hybridMultilevel"/>
    <w:tmpl w:val="30ACAA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9242F"/>
    <w:multiLevelType w:val="hybridMultilevel"/>
    <w:tmpl w:val="CF0823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312419"/>
    <w:multiLevelType w:val="hybridMultilevel"/>
    <w:tmpl w:val="310AA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F4837"/>
    <w:multiLevelType w:val="hybridMultilevel"/>
    <w:tmpl w:val="6EBA3C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9D3A48"/>
    <w:multiLevelType w:val="hybridMultilevel"/>
    <w:tmpl w:val="395CFD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9D7112"/>
    <w:multiLevelType w:val="hybridMultilevel"/>
    <w:tmpl w:val="3524FCD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2500E96"/>
    <w:multiLevelType w:val="hybridMultilevel"/>
    <w:tmpl w:val="BC70C9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3331E4"/>
    <w:multiLevelType w:val="hybridMultilevel"/>
    <w:tmpl w:val="79C63EE6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F4F1C26"/>
    <w:multiLevelType w:val="hybridMultilevel"/>
    <w:tmpl w:val="6EBA3C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02C3D39"/>
    <w:multiLevelType w:val="hybridMultilevel"/>
    <w:tmpl w:val="F37EB958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543701"/>
    <w:multiLevelType w:val="hybridMultilevel"/>
    <w:tmpl w:val="8BDAD2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6"/>
  </w:num>
  <w:num w:numId="9">
    <w:abstractNumId w:val="8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2E4"/>
    <w:rsid w:val="0000799E"/>
    <w:rsid w:val="00007C31"/>
    <w:rsid w:val="000F3224"/>
    <w:rsid w:val="000F4F47"/>
    <w:rsid w:val="001D79E2"/>
    <w:rsid w:val="003C6E8F"/>
    <w:rsid w:val="005709CF"/>
    <w:rsid w:val="005E5DC7"/>
    <w:rsid w:val="005E6995"/>
    <w:rsid w:val="006B4D63"/>
    <w:rsid w:val="006C6CC5"/>
    <w:rsid w:val="007064CF"/>
    <w:rsid w:val="0071291A"/>
    <w:rsid w:val="007446BB"/>
    <w:rsid w:val="00744BF4"/>
    <w:rsid w:val="007B7F40"/>
    <w:rsid w:val="007E1048"/>
    <w:rsid w:val="00893F02"/>
    <w:rsid w:val="00954928"/>
    <w:rsid w:val="00985234"/>
    <w:rsid w:val="009869B5"/>
    <w:rsid w:val="009A0DBE"/>
    <w:rsid w:val="009C700C"/>
    <w:rsid w:val="00A55E6C"/>
    <w:rsid w:val="00A777A3"/>
    <w:rsid w:val="00AD58AE"/>
    <w:rsid w:val="00AE7E82"/>
    <w:rsid w:val="00B83ABC"/>
    <w:rsid w:val="00C248E3"/>
    <w:rsid w:val="00C84F9F"/>
    <w:rsid w:val="00D245E3"/>
    <w:rsid w:val="00DB267C"/>
    <w:rsid w:val="00F022E4"/>
    <w:rsid w:val="00F16A48"/>
    <w:rsid w:val="00F62ECA"/>
    <w:rsid w:val="00F665E4"/>
    <w:rsid w:val="00F83289"/>
    <w:rsid w:val="00FE6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8AE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B83ABC"/>
    <w:pPr>
      <w:keepNext/>
      <w:spacing w:after="0" w:line="240" w:lineRule="auto"/>
      <w:outlineLvl w:val="0"/>
    </w:pPr>
    <w:rPr>
      <w:rFonts w:ascii="Times New Roman" w:hAnsi="Times New Roman"/>
      <w:kern w:val="36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6E8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C6E8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83ABC"/>
    <w:rPr>
      <w:rFonts w:ascii="Times New Roman" w:hAnsi="Times New Roman" w:cs="Times New Roman"/>
      <w:kern w:val="36"/>
      <w:sz w:val="24"/>
      <w:szCs w:val="24"/>
      <w:u w:val="single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C6E8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C6E8F"/>
    <w:rPr>
      <w:rFonts w:ascii="Cambria" w:hAnsi="Cambria" w:cs="Times New Roman"/>
      <w:b/>
      <w:bCs/>
      <w:color w:val="4F81BD"/>
    </w:rPr>
  </w:style>
  <w:style w:type="paragraph" w:styleId="NormalWeb">
    <w:name w:val="Normal (Web)"/>
    <w:basedOn w:val="Normal"/>
    <w:uiPriority w:val="99"/>
    <w:semiHidden/>
    <w:rsid w:val="00F022E4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02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22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C6CC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C700C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007C31"/>
    <w:pPr>
      <w:ind w:left="720"/>
    </w:pPr>
  </w:style>
  <w:style w:type="table" w:styleId="TableGrid">
    <w:name w:val="Table Grid"/>
    <w:basedOn w:val="TableNormal"/>
    <w:uiPriority w:val="99"/>
    <w:rsid w:val="00B83ABC"/>
    <w:pPr>
      <w:ind w:left="72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00799E"/>
    <w:rPr>
      <w:rFonts w:cs="Times New Roman"/>
      <w:color w:val="800080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3C6E8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C6E8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C6E8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C6E8F"/>
    <w:rPr>
      <w:rFonts w:ascii="Cambria" w:hAnsi="Cambria" w:cs="Times New Roman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82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2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82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82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82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82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114</Words>
  <Characters>652</Characters>
  <Application>Microsoft Office Outlook</Application>
  <DocSecurity>0</DocSecurity>
  <Lines>0</Lines>
  <Paragraphs>0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</dc:title>
  <dc:subject/>
  <dc:creator>Scott</dc:creator>
  <cp:keywords/>
  <dc:description/>
  <cp:lastModifiedBy>Esther</cp:lastModifiedBy>
  <cp:revision>2</cp:revision>
  <cp:lastPrinted>2012-03-06T21:26:00Z</cp:lastPrinted>
  <dcterms:created xsi:type="dcterms:W3CDTF">2012-03-09T04:56:00Z</dcterms:created>
  <dcterms:modified xsi:type="dcterms:W3CDTF">2012-03-09T04:56:00Z</dcterms:modified>
</cp:coreProperties>
</file>