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7AC" w:rsidRDefault="007D27AC" w:rsidP="007D27AC">
      <w:pPr>
        <w:pStyle w:val="Heading1"/>
      </w:pPr>
      <w:r>
        <w:t>Creating a new website with EW3</w:t>
      </w:r>
    </w:p>
    <w:p w:rsidR="00723657" w:rsidRDefault="00723657" w:rsidP="00723657">
      <w:pPr>
        <w:pStyle w:val="Heading2"/>
      </w:pPr>
      <w:r>
        <w:t>What you will learn</w:t>
      </w:r>
    </w:p>
    <w:p w:rsidR="00723657" w:rsidRDefault="00723657" w:rsidP="00723657">
      <w:r>
        <w:t>How to create a managed website folder that will contain all our pages and resources.</w:t>
      </w:r>
    </w:p>
    <w:p w:rsidR="00723657" w:rsidRDefault="00723657" w:rsidP="00723657">
      <w:pPr>
        <w:pStyle w:val="Heading2"/>
      </w:pPr>
      <w:r>
        <w:t>What you will do</w:t>
      </w:r>
    </w:p>
    <w:p w:rsidR="00723657" w:rsidRPr="00723657" w:rsidRDefault="00723657" w:rsidP="00723657">
      <w:r>
        <w:t>Create a new website for the project you will be working on</w:t>
      </w:r>
    </w:p>
    <w:p w:rsidR="007D27AC" w:rsidRDefault="007D27AC" w:rsidP="007D27AC">
      <w:pPr>
        <w:pStyle w:val="ListParagraph"/>
        <w:numPr>
          <w:ilvl w:val="0"/>
          <w:numId w:val="5"/>
        </w:numPr>
      </w:pPr>
      <w:r>
        <w:t xml:space="preserve">Make a folder on your desktop or in your USB stick and call it </w:t>
      </w:r>
      <w:r w:rsidRPr="002B23F0">
        <w:rPr>
          <w:i/>
        </w:rPr>
        <w:t>My Web Sites</w:t>
      </w:r>
      <w:r>
        <w:t>.</w:t>
      </w:r>
    </w:p>
    <w:p w:rsidR="007D27AC" w:rsidRDefault="007D27AC" w:rsidP="007D27AC">
      <w:pPr>
        <w:pStyle w:val="ListParagraph"/>
        <w:numPr>
          <w:ilvl w:val="0"/>
          <w:numId w:val="5"/>
        </w:numPr>
      </w:pPr>
      <w:r>
        <w:t>Open Expression Web 3, it is in the ICT and Programming folder</w:t>
      </w:r>
    </w:p>
    <w:p w:rsidR="007D27AC" w:rsidRDefault="007D27AC" w:rsidP="007D27AC">
      <w:pPr>
        <w:pStyle w:val="ListParagraph"/>
        <w:numPr>
          <w:ilvl w:val="0"/>
          <w:numId w:val="5"/>
        </w:numPr>
      </w:pPr>
      <w:r>
        <w:t xml:space="preserve">Find the </w:t>
      </w:r>
      <w:r w:rsidRPr="002B23F0">
        <w:rPr>
          <w:b/>
        </w:rPr>
        <w:t>Site</w:t>
      </w:r>
      <w:r>
        <w:t xml:space="preserve"> Menu and choose </w:t>
      </w:r>
      <w:r w:rsidRPr="002B23F0">
        <w:rPr>
          <w:b/>
        </w:rPr>
        <w:t>New Site</w:t>
      </w:r>
      <w:r>
        <w:t>.</w:t>
      </w:r>
      <w:r>
        <w:br/>
      </w:r>
      <w:r>
        <w:rPr>
          <w:noProof/>
          <w:lang w:eastAsia="en-AU"/>
        </w:rPr>
        <w:drawing>
          <wp:inline distT="0" distB="0" distL="0" distR="0" wp14:anchorId="3A10FF1D" wp14:editId="3917D261">
            <wp:extent cx="2571750" cy="1009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27AC" w:rsidRPr="00BB5EB5" w:rsidRDefault="007D27AC" w:rsidP="007D27AC">
      <w:pPr>
        <w:pStyle w:val="ListParagraph"/>
        <w:numPr>
          <w:ilvl w:val="0"/>
          <w:numId w:val="5"/>
        </w:numPr>
      </w:pPr>
      <w:r>
        <w:t>You will make a new, empty site. Use this information to set it up</w:t>
      </w: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5448"/>
      </w:tblGrid>
      <w:tr w:rsidR="007D27AC" w:rsidTr="0090680C">
        <w:tc>
          <w:tcPr>
            <w:tcW w:w="3074" w:type="dxa"/>
          </w:tcPr>
          <w:p w:rsidR="007D27AC" w:rsidRPr="0099794C" w:rsidRDefault="007D27AC" w:rsidP="0090680C">
            <w:pPr>
              <w:rPr>
                <w:b/>
              </w:rPr>
            </w:pPr>
            <w:r w:rsidRPr="0099794C">
              <w:rPr>
                <w:b/>
              </w:rPr>
              <w:t>Site</w:t>
            </w:r>
          </w:p>
        </w:tc>
        <w:tc>
          <w:tcPr>
            <w:tcW w:w="5448" w:type="dxa"/>
          </w:tcPr>
          <w:p w:rsidR="007D27AC" w:rsidRDefault="007D27AC" w:rsidP="0090680C">
            <w:r>
              <w:t>General, Empty Site</w:t>
            </w:r>
          </w:p>
        </w:tc>
      </w:tr>
      <w:tr w:rsidR="007D27AC" w:rsidTr="0090680C">
        <w:tc>
          <w:tcPr>
            <w:tcW w:w="3074" w:type="dxa"/>
          </w:tcPr>
          <w:p w:rsidR="007D27AC" w:rsidRPr="0099794C" w:rsidRDefault="007D27AC" w:rsidP="0090680C">
            <w:pPr>
              <w:rPr>
                <w:b/>
              </w:rPr>
            </w:pPr>
            <w:r w:rsidRPr="0099794C">
              <w:rPr>
                <w:b/>
              </w:rPr>
              <w:t xml:space="preserve">Location </w:t>
            </w:r>
          </w:p>
        </w:tc>
        <w:tc>
          <w:tcPr>
            <w:tcW w:w="5448" w:type="dxa"/>
          </w:tcPr>
          <w:p w:rsidR="007D27AC" w:rsidRDefault="007D27AC" w:rsidP="007D27AC">
            <w:pPr>
              <w:pStyle w:val="ListParagraph"/>
              <w:numPr>
                <w:ilvl w:val="0"/>
                <w:numId w:val="6"/>
              </w:numPr>
            </w:pPr>
            <w:r>
              <w:t xml:space="preserve">Navigate to your </w:t>
            </w:r>
            <w:r w:rsidRPr="002A1382">
              <w:rPr>
                <w:i/>
              </w:rPr>
              <w:t>My Websites</w:t>
            </w:r>
            <w:r>
              <w:t xml:space="preserve"> folder</w:t>
            </w:r>
          </w:p>
          <w:p w:rsidR="007D27AC" w:rsidRDefault="007D27AC" w:rsidP="007D27AC">
            <w:pPr>
              <w:pStyle w:val="ListParagraph"/>
              <w:numPr>
                <w:ilvl w:val="0"/>
                <w:numId w:val="6"/>
              </w:numPr>
            </w:pPr>
            <w:r>
              <w:t>Click Open</w:t>
            </w:r>
          </w:p>
          <w:p w:rsidR="007D27AC" w:rsidRDefault="007D27AC" w:rsidP="007D27AC">
            <w:pPr>
              <w:pStyle w:val="ListParagraph"/>
              <w:numPr>
                <w:ilvl w:val="0"/>
                <w:numId w:val="6"/>
              </w:numPr>
            </w:pPr>
            <w:r>
              <w:t>Type a slash and your Project’s name without spaces</w:t>
            </w:r>
          </w:p>
          <w:p w:rsidR="007D27AC" w:rsidRDefault="007D27AC" w:rsidP="0090680C">
            <w:r>
              <w:t>Mine looks like</w:t>
            </w:r>
          </w:p>
          <w:p w:rsidR="007D27AC" w:rsidRPr="002A1382" w:rsidRDefault="007D27AC" w:rsidP="0090680C">
            <w:r w:rsidRPr="002A1382">
              <w:t>D:\Users\08327998\Desktop\My Web Sites\Project</w:t>
            </w:r>
          </w:p>
        </w:tc>
      </w:tr>
      <w:tr w:rsidR="007D27AC" w:rsidTr="0090680C">
        <w:tc>
          <w:tcPr>
            <w:tcW w:w="3074" w:type="dxa"/>
          </w:tcPr>
          <w:p w:rsidR="007D27AC" w:rsidRPr="0099794C" w:rsidRDefault="007D27AC" w:rsidP="0090680C">
            <w:pPr>
              <w:rPr>
                <w:b/>
              </w:rPr>
            </w:pPr>
            <w:r w:rsidRPr="0099794C">
              <w:rPr>
                <w:b/>
              </w:rPr>
              <w:t>Name</w:t>
            </w:r>
          </w:p>
        </w:tc>
        <w:tc>
          <w:tcPr>
            <w:tcW w:w="5448" w:type="dxa"/>
          </w:tcPr>
          <w:p w:rsidR="007D27AC" w:rsidRDefault="007D27AC" w:rsidP="0090680C">
            <w:r>
              <w:t>What you want to call it – you can have spaces</w:t>
            </w:r>
          </w:p>
        </w:tc>
      </w:tr>
      <w:tr w:rsidR="007D27AC" w:rsidTr="0090680C">
        <w:tc>
          <w:tcPr>
            <w:tcW w:w="3074" w:type="dxa"/>
          </w:tcPr>
          <w:p w:rsidR="007D27AC" w:rsidRPr="0099794C" w:rsidRDefault="007D27AC" w:rsidP="0090680C">
            <w:pPr>
              <w:rPr>
                <w:b/>
              </w:rPr>
            </w:pPr>
            <w:r w:rsidRPr="0099794C">
              <w:rPr>
                <w:b/>
              </w:rPr>
              <w:t>Add to Managed List</w:t>
            </w:r>
          </w:p>
        </w:tc>
        <w:tc>
          <w:tcPr>
            <w:tcW w:w="5448" w:type="dxa"/>
          </w:tcPr>
          <w:p w:rsidR="007D27AC" w:rsidRDefault="007D27AC" w:rsidP="0090680C">
            <w:r>
              <w:t>Tick</w:t>
            </w:r>
          </w:p>
        </w:tc>
      </w:tr>
    </w:tbl>
    <w:p w:rsidR="007D27AC" w:rsidRDefault="007D27AC" w:rsidP="007D27AC">
      <w:pPr>
        <w:pStyle w:val="ListParagraph"/>
        <w:numPr>
          <w:ilvl w:val="0"/>
          <w:numId w:val="5"/>
        </w:numPr>
      </w:pPr>
      <w:r>
        <w:t>Click OK</w:t>
      </w:r>
    </w:p>
    <w:p w:rsidR="007D27AC" w:rsidRDefault="007D27AC" w:rsidP="007C4F90">
      <w:pPr>
        <w:pStyle w:val="ListParagraph"/>
        <w:numPr>
          <w:ilvl w:val="0"/>
          <w:numId w:val="5"/>
        </w:numPr>
      </w:pPr>
      <w:r>
        <w:t xml:space="preserve">Close EW3 and </w:t>
      </w:r>
      <w:r w:rsidR="00FC2694">
        <w:t xml:space="preserve">copy my </w:t>
      </w:r>
      <w:r w:rsidR="007C4F90" w:rsidRPr="007C4F90">
        <w:t>P:\STAFF\SAV\Year9WebPages</w:t>
      </w:r>
      <w:r w:rsidR="007C4F90">
        <w:t>\</w:t>
      </w:r>
      <w:r w:rsidR="00FC2694">
        <w:t>Resources</w:t>
      </w:r>
      <w:r>
        <w:t xml:space="preserve"> </w:t>
      </w:r>
      <w:r w:rsidR="00FC2694">
        <w:t xml:space="preserve">folder </w:t>
      </w:r>
      <w:r>
        <w:t>in</w:t>
      </w:r>
      <w:r w:rsidR="002E1E18">
        <w:t>to</w:t>
      </w:r>
      <w:r w:rsidR="008702B2">
        <w:t xml:space="preserve"> your new project’s folder. You should be able to see </w:t>
      </w:r>
      <w:r w:rsidR="008702B2">
        <w:rPr>
          <w:i/>
        </w:rPr>
        <w:t>My Websites\Project\Resources</w:t>
      </w:r>
      <w:r w:rsidR="008702B2">
        <w:t xml:space="preserve"> in the file manager if you have done this.</w:t>
      </w:r>
    </w:p>
    <w:p w:rsidR="007D27AC" w:rsidRDefault="007D27AC" w:rsidP="007D27AC">
      <w:pPr>
        <w:pStyle w:val="ListParagraph"/>
        <w:numPr>
          <w:ilvl w:val="0"/>
          <w:numId w:val="5"/>
        </w:numPr>
      </w:pPr>
      <w:r>
        <w:t xml:space="preserve">The next time you open EW3 it should open in this site. </w:t>
      </w:r>
    </w:p>
    <w:p w:rsidR="002111DA" w:rsidRPr="00200002" w:rsidRDefault="007D27AC" w:rsidP="008702B2">
      <w:pPr>
        <w:jc w:val="center"/>
      </w:pPr>
      <w:r>
        <w:rPr>
          <w:rStyle w:val="IntenseEmphasis"/>
          <w:bdr w:val="single" w:sz="4" w:space="0" w:color="auto"/>
        </w:rPr>
        <w:t xml:space="preserve"> </w:t>
      </w:r>
      <w:r w:rsidRPr="00E86902">
        <w:rPr>
          <w:rStyle w:val="IntenseEmphasis"/>
          <w:bdr w:val="single" w:sz="4" w:space="0" w:color="auto"/>
        </w:rPr>
        <w:t xml:space="preserve">Note: You might need to press F5 to see the new files you have put in your </w:t>
      </w:r>
      <w:r>
        <w:rPr>
          <w:rStyle w:val="IntenseEmphasis"/>
          <w:bdr w:val="single" w:sz="4" w:space="0" w:color="auto"/>
        </w:rPr>
        <w:t>projec</w:t>
      </w:r>
      <w:r w:rsidRPr="00E86902">
        <w:rPr>
          <w:rStyle w:val="IntenseEmphasis"/>
          <w:bdr w:val="single" w:sz="4" w:space="0" w:color="auto"/>
        </w:rPr>
        <w:t>t</w:t>
      </w:r>
      <w:r>
        <w:rPr>
          <w:rStyle w:val="IntenseEmphasis"/>
          <w:bdr w:val="single" w:sz="4" w:space="0" w:color="auto"/>
        </w:rPr>
        <w:t xml:space="preserve">   </w:t>
      </w:r>
      <w:r>
        <w:t xml:space="preserve"> </w:t>
      </w:r>
    </w:p>
    <w:sectPr w:rsidR="002111DA" w:rsidRPr="00200002" w:rsidSect="001070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AC" w:rsidRDefault="007D27AC" w:rsidP="00A359B4">
      <w:pPr>
        <w:spacing w:after="0" w:line="240" w:lineRule="auto"/>
      </w:pPr>
      <w:r>
        <w:separator/>
      </w:r>
    </w:p>
  </w:endnote>
  <w:endnote w:type="continuationSeparator" w:id="0">
    <w:p w:rsidR="007D27AC" w:rsidRDefault="007D27AC" w:rsidP="00A35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8AD" w:rsidRDefault="009958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222"/>
      <w:gridCol w:w="2926"/>
    </w:tblGrid>
    <w:tr w:rsidR="005E4B5B">
      <w:tc>
        <w:tcPr>
          <w:tcW w:w="0" w:type="auto"/>
        </w:tcPr>
        <w:p w:rsidR="005E4B5B" w:rsidRDefault="005E4B5B">
          <w:pPr>
            <w:pStyle w:val="Footer"/>
          </w:pPr>
          <w:bookmarkStart w:id="0" w:name="_GoBack"/>
        </w:p>
      </w:tc>
      <w:tc>
        <w:tcPr>
          <w:tcW w:w="0" w:type="auto"/>
        </w:tcPr>
        <w:p w:rsidR="005E4B5B" w:rsidRDefault="009958AD" w:rsidP="009958AD">
          <w:pPr>
            <w:pStyle w:val="Footer"/>
          </w:pPr>
          <w:sdt>
            <w:sdtPr>
              <w:alias w:val="Company"/>
              <w:id w:val="76311665"/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41564F">
                <w:t xml:space="preserve">Year 9 </w:t>
              </w:r>
              <w:proofErr w:type="spellStart"/>
              <w:r w:rsidR="0041564F">
                <w:t>CommTech</w:t>
              </w:r>
              <w:proofErr w:type="spellEnd"/>
            </w:sdtContent>
          </w:sdt>
          <w:r w:rsidR="005E4B5B">
            <w:t xml:space="preserve"> |</w:t>
          </w:r>
          <w:r>
            <w:t>Mr Savage</w:t>
          </w:r>
        </w:p>
      </w:tc>
    </w:tr>
    <w:bookmarkEnd w:id="0"/>
  </w:tbl>
  <w:p w:rsidR="005E4B5B" w:rsidRDefault="005E4B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8AD" w:rsidRDefault="009958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AC" w:rsidRDefault="007D27AC" w:rsidP="00A359B4">
      <w:pPr>
        <w:spacing w:after="0" w:line="240" w:lineRule="auto"/>
      </w:pPr>
      <w:r>
        <w:separator/>
      </w:r>
    </w:p>
  </w:footnote>
  <w:footnote w:type="continuationSeparator" w:id="0">
    <w:p w:rsidR="007D27AC" w:rsidRDefault="007D27AC" w:rsidP="00A35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8AD" w:rsidRDefault="009958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B5B" w:rsidRDefault="005E4B5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8AD" w:rsidRDefault="009958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0DD"/>
    <w:multiLevelType w:val="hybridMultilevel"/>
    <w:tmpl w:val="923ECA9A"/>
    <w:lvl w:ilvl="0" w:tplc="FCC81E2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5583E"/>
    <w:multiLevelType w:val="hybridMultilevel"/>
    <w:tmpl w:val="16EA599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B45843"/>
    <w:multiLevelType w:val="hybridMultilevel"/>
    <w:tmpl w:val="35B496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C04FA"/>
    <w:multiLevelType w:val="hybridMultilevel"/>
    <w:tmpl w:val="8EA827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2E424B"/>
    <w:multiLevelType w:val="hybridMultilevel"/>
    <w:tmpl w:val="FB6E34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F494F"/>
    <w:multiLevelType w:val="hybridMultilevel"/>
    <w:tmpl w:val="42785AA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AC"/>
    <w:rsid w:val="00017593"/>
    <w:rsid w:val="000E5CB0"/>
    <w:rsid w:val="0010708C"/>
    <w:rsid w:val="0013239B"/>
    <w:rsid w:val="00155C50"/>
    <w:rsid w:val="001958BC"/>
    <w:rsid w:val="00200002"/>
    <w:rsid w:val="002111DA"/>
    <w:rsid w:val="00244133"/>
    <w:rsid w:val="002678B1"/>
    <w:rsid w:val="00292FC8"/>
    <w:rsid w:val="002A481A"/>
    <w:rsid w:val="002E1E18"/>
    <w:rsid w:val="002E3B93"/>
    <w:rsid w:val="003640DE"/>
    <w:rsid w:val="003676E5"/>
    <w:rsid w:val="0038096F"/>
    <w:rsid w:val="003D1ED6"/>
    <w:rsid w:val="003D2E74"/>
    <w:rsid w:val="0041564F"/>
    <w:rsid w:val="00461E06"/>
    <w:rsid w:val="004A3FD1"/>
    <w:rsid w:val="005754EA"/>
    <w:rsid w:val="005929C9"/>
    <w:rsid w:val="005A6B84"/>
    <w:rsid w:val="005C6F9F"/>
    <w:rsid w:val="005E4B5B"/>
    <w:rsid w:val="00620E82"/>
    <w:rsid w:val="006210F9"/>
    <w:rsid w:val="006F20E6"/>
    <w:rsid w:val="00720286"/>
    <w:rsid w:val="00723657"/>
    <w:rsid w:val="007C4F90"/>
    <w:rsid w:val="007D27AC"/>
    <w:rsid w:val="007D6E0F"/>
    <w:rsid w:val="007E4AC7"/>
    <w:rsid w:val="00827931"/>
    <w:rsid w:val="008702B2"/>
    <w:rsid w:val="008F39E6"/>
    <w:rsid w:val="009205F3"/>
    <w:rsid w:val="00952BC3"/>
    <w:rsid w:val="009772D0"/>
    <w:rsid w:val="00977C72"/>
    <w:rsid w:val="009958AD"/>
    <w:rsid w:val="009A6F54"/>
    <w:rsid w:val="00A037B3"/>
    <w:rsid w:val="00A33E74"/>
    <w:rsid w:val="00A359B4"/>
    <w:rsid w:val="00B007F3"/>
    <w:rsid w:val="00B373FB"/>
    <w:rsid w:val="00B84525"/>
    <w:rsid w:val="00BB5EB5"/>
    <w:rsid w:val="00BC5355"/>
    <w:rsid w:val="00BC7F3B"/>
    <w:rsid w:val="00C6427F"/>
    <w:rsid w:val="00D02ED4"/>
    <w:rsid w:val="00D15D11"/>
    <w:rsid w:val="00D27C31"/>
    <w:rsid w:val="00D558A9"/>
    <w:rsid w:val="00DA13A1"/>
    <w:rsid w:val="00DB5CBE"/>
    <w:rsid w:val="00DE2ED5"/>
    <w:rsid w:val="00E137DC"/>
    <w:rsid w:val="00E7690C"/>
    <w:rsid w:val="00ED71C5"/>
    <w:rsid w:val="00F83939"/>
    <w:rsid w:val="00F929BF"/>
    <w:rsid w:val="00F95330"/>
    <w:rsid w:val="00FB65F6"/>
    <w:rsid w:val="00FC2694"/>
    <w:rsid w:val="00FE0F5C"/>
    <w:rsid w:val="00FE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08C"/>
  </w:style>
  <w:style w:type="paragraph" w:styleId="Heading1">
    <w:name w:val="heading 1"/>
    <w:basedOn w:val="Normal"/>
    <w:next w:val="Normal"/>
    <w:link w:val="Heading1Char"/>
    <w:uiPriority w:val="9"/>
    <w:qFormat/>
    <w:rsid w:val="001070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70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70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70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70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70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708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708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708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70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70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70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70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70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70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70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708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70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10708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070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70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70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070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0708C"/>
    <w:rPr>
      <w:b/>
      <w:bCs/>
    </w:rPr>
  </w:style>
  <w:style w:type="character" w:styleId="Emphasis">
    <w:name w:val="Emphasis"/>
    <w:basedOn w:val="DefaultParagraphFont"/>
    <w:uiPriority w:val="20"/>
    <w:qFormat/>
    <w:rsid w:val="0010708C"/>
    <w:rPr>
      <w:i/>
      <w:iCs/>
    </w:rPr>
  </w:style>
  <w:style w:type="paragraph" w:styleId="NoSpacing">
    <w:name w:val="No Spacing"/>
    <w:link w:val="NoSpacingChar"/>
    <w:uiPriority w:val="1"/>
    <w:qFormat/>
    <w:rsid w:val="0010708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02ED4"/>
  </w:style>
  <w:style w:type="paragraph" w:styleId="ListParagraph">
    <w:name w:val="List Paragraph"/>
    <w:basedOn w:val="Normal"/>
    <w:uiPriority w:val="34"/>
    <w:qFormat/>
    <w:rsid w:val="0010708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0708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0708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708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708C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0708C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0708C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0708C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0708C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0708C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708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279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1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6">
    <w:name w:val="Medium Grid 1 Accent 6"/>
    <w:basedOn w:val="TableNormal"/>
    <w:uiPriority w:val="67"/>
    <w:rsid w:val="003D2E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9B4"/>
  </w:style>
  <w:style w:type="paragraph" w:styleId="Footer">
    <w:name w:val="footer"/>
    <w:basedOn w:val="Normal"/>
    <w:link w:val="Foot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9B4"/>
  </w:style>
  <w:style w:type="table" w:styleId="LightList">
    <w:name w:val="Light List"/>
    <w:basedOn w:val="TableNormal"/>
    <w:uiPriority w:val="61"/>
    <w:rsid w:val="00B84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08C"/>
  </w:style>
  <w:style w:type="paragraph" w:styleId="Heading1">
    <w:name w:val="heading 1"/>
    <w:basedOn w:val="Normal"/>
    <w:next w:val="Normal"/>
    <w:link w:val="Heading1Char"/>
    <w:uiPriority w:val="9"/>
    <w:qFormat/>
    <w:rsid w:val="001070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70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0708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708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0708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0708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0708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708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0708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70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70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0708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708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0708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0708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0708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708C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070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10708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10708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708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708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1070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10708C"/>
    <w:rPr>
      <w:b/>
      <w:bCs/>
    </w:rPr>
  </w:style>
  <w:style w:type="character" w:styleId="Emphasis">
    <w:name w:val="Emphasis"/>
    <w:basedOn w:val="DefaultParagraphFont"/>
    <w:uiPriority w:val="20"/>
    <w:qFormat/>
    <w:rsid w:val="0010708C"/>
    <w:rPr>
      <w:i/>
      <w:iCs/>
    </w:rPr>
  </w:style>
  <w:style w:type="paragraph" w:styleId="NoSpacing">
    <w:name w:val="No Spacing"/>
    <w:link w:val="NoSpacingChar"/>
    <w:uiPriority w:val="1"/>
    <w:qFormat/>
    <w:rsid w:val="0010708C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D02ED4"/>
  </w:style>
  <w:style w:type="paragraph" w:styleId="ListParagraph">
    <w:name w:val="List Paragraph"/>
    <w:basedOn w:val="Normal"/>
    <w:uiPriority w:val="34"/>
    <w:qFormat/>
    <w:rsid w:val="0010708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0708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0708C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0708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0708C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10708C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10708C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10708C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10708C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0708C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0708C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2793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3FD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1E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Grid1-Accent6">
    <w:name w:val="Medium Grid 1 Accent 6"/>
    <w:basedOn w:val="TableNormal"/>
    <w:uiPriority w:val="67"/>
    <w:rsid w:val="003D2E7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Header">
    <w:name w:val="header"/>
    <w:basedOn w:val="Normal"/>
    <w:link w:val="Head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9B4"/>
  </w:style>
  <w:style w:type="paragraph" w:styleId="Footer">
    <w:name w:val="footer"/>
    <w:basedOn w:val="Normal"/>
    <w:link w:val="FooterChar"/>
    <w:uiPriority w:val="99"/>
    <w:unhideWhenUsed/>
    <w:rsid w:val="00A359B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9B4"/>
  </w:style>
  <w:style w:type="table" w:styleId="LightList">
    <w:name w:val="Light List"/>
    <w:basedOn w:val="TableNormal"/>
    <w:uiPriority w:val="61"/>
    <w:rsid w:val="00B845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08327998\Documents\Templates\CommTec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7FC0161-1D83-4D93-8328-14D85AB0A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CommTech.dotx</Template>
  <TotalTime>10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Creating a new website with EW3</vt:lpstr>
    </vt:vector>
  </TitlesOfParts>
  <Company>Year 9 CommTech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08327998</dc:creator>
  <cp:lastModifiedBy>08327998</cp:lastModifiedBy>
  <cp:revision>8</cp:revision>
  <cp:lastPrinted>2013-07-30T02:37:00Z</cp:lastPrinted>
  <dcterms:created xsi:type="dcterms:W3CDTF">2013-08-09T00:25:00Z</dcterms:created>
  <dcterms:modified xsi:type="dcterms:W3CDTF">2015-03-10T01:11:00Z</dcterms:modified>
</cp:coreProperties>
</file>